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3BFF" w:rsidRDefault="006A3BFF">
      <w:r>
        <w:t>Asdasd</w:t>
      </w:r>
    </w:p>
    <w:p w:rsidR="006A3BFF" w:rsidRDefault="006A3BFF">
      <w:r>
        <w:t>Úpa</w:t>
      </w:r>
    </w:p>
    <w:p w:rsidR="006A3BFF" w:rsidRDefault="006A3BFF">
      <w:r>
        <w:t>Da</w:t>
      </w:r>
    </w:p>
    <w:p w:rsidR="006A3BFF" w:rsidRDefault="006A3BFF">
      <w:r>
        <w:t>Sd</w:t>
      </w:r>
    </w:p>
    <w:p w:rsidR="006A3BFF" w:rsidRDefault="006A3BFF">
      <w:r>
        <w:t>Úaés</w:t>
      </w:r>
    </w:p>
    <w:p w:rsidR="006A3BFF" w:rsidRDefault="006A3BFF">
      <w:r>
        <w:t>Údléa</w:t>
      </w:r>
    </w:p>
    <w:p w:rsidR="006A3BFF" w:rsidRDefault="006A3BFF">
      <w:r>
        <w:t>Úsld</w:t>
      </w:r>
    </w:p>
    <w:p w:rsidR="006A3BFF" w:rsidRDefault="006A3BFF">
      <w:r>
        <w:t>Úals</w:t>
      </w:r>
    </w:p>
    <w:p w:rsidR="006A3BFF" w:rsidRDefault="006A3BFF">
      <w:r>
        <w:t>Údl</w:t>
      </w:r>
    </w:p>
    <w:p w:rsidR="006A3BFF" w:rsidRDefault="006A3BFF">
      <w:r>
        <w:t>Úals</w:t>
      </w:r>
    </w:p>
    <w:p w:rsidR="006A3BFF" w:rsidRDefault="006A3BFF">
      <w:r>
        <w:t>Údlőa</w:t>
      </w:r>
    </w:p>
    <w:p w:rsidR="006A3BFF" w:rsidRDefault="006A3BFF">
      <w:r>
        <w:t>Lsd</w:t>
      </w:r>
    </w:p>
    <w:p w:rsidR="006A3BFF" w:rsidRDefault="006A3BFF">
      <w:r>
        <w:t>Úőla</w:t>
      </w:r>
    </w:p>
    <w:p w:rsidR="006A3BFF" w:rsidRDefault="006A3BFF">
      <w:r>
        <w:t>Úősldúal</w:t>
      </w:r>
    </w:p>
    <w:p w:rsidR="006A3BFF" w:rsidRDefault="006A3BFF">
      <w:r>
        <w:t>Sőld</w:t>
      </w:r>
    </w:p>
    <w:p w:rsidR="006A3BFF" w:rsidRDefault="006A3BFF">
      <w:r>
        <w:t>őúasdasds</w:t>
      </w:r>
    </w:p>
    <w:sectPr w:rsidR="006A3BFF" w:rsidSect="006A3B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31D7"/>
    <w:rsid w:val="006A3BFF"/>
    <w:rsid w:val="00B44E40"/>
    <w:rsid w:val="00F231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10</Words>
  <Characters>76</Characters>
  <Application>Microsoft Office Outlook</Application>
  <DocSecurity>0</DocSecurity>
  <Lines>0</Lines>
  <Paragraphs>0</Paragraphs>
  <ScaleCrop>false</ScaleCrop>
  <Company>Jahn Ferenc Dél-pesti Kórház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Főigazgató</dc:creator>
  <cp:keywords/>
  <dc:description/>
  <cp:lastModifiedBy>Főigazgató</cp:lastModifiedBy>
  <cp:revision>2</cp:revision>
  <dcterms:created xsi:type="dcterms:W3CDTF">2012-02-15T08:09:00Z</dcterms:created>
  <dcterms:modified xsi:type="dcterms:W3CDTF">2012-02-15T08:10:00Z</dcterms:modified>
</cp:coreProperties>
</file>